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BC0E68" w:rsidRDefault="009F7D21" w:rsidP="00D42F28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5A26FD">
        <w:fldChar w:fldCharType="begin"/>
      </w:r>
      <w:r w:rsidR="005A26FD">
        <w:instrText xml:space="preserve"> DOCPROPERTY  _Group_  \* MERGEFORMAT </w:instrText>
      </w:r>
      <w:r w:rsidR="005A26FD">
        <w:fldChar w:fldCharType="separate"/>
      </w:r>
      <w:r w:rsidR="005A26FD" w:rsidRPr="005A26FD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5A26FD">
        <w:rPr>
          <w:rtl/>
        </w:rPr>
        <w:t xml:space="preserve"> سياسي</w:t>
      </w:r>
      <w:r w:rsidR="005A26F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5A26FD">
        <w:fldChar w:fldCharType="begin"/>
      </w:r>
      <w:r w:rsidR="005A26FD">
        <w:instrText xml:space="preserve"> DOCPROPERTY  _Course_  \* MERGEFORMAT </w:instrText>
      </w:r>
      <w:r w:rsidR="005A26FD">
        <w:fldChar w:fldCharType="separate"/>
      </w:r>
      <w:r w:rsidR="005A26FD" w:rsidRPr="005A26FD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5A26FD">
        <w:rPr>
          <w:rtl/>
        </w:rPr>
        <w:t xml:space="preserve"> ارشد</w:t>
      </w:r>
      <w:r w:rsidR="005A26F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5A26FD">
        <w:fldChar w:fldCharType="begin"/>
      </w:r>
      <w:r w:rsidR="005A26FD">
        <w:instrText xml:space="preserve"> DOCPROPERTY  _Subject_  \* MERGEFORMAT </w:instrText>
      </w:r>
      <w:r w:rsidR="005A26FD">
        <w:fldChar w:fldCharType="separate"/>
      </w:r>
      <w:r w:rsidR="005A26FD" w:rsidRPr="005A26FD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5A26FD">
        <w:rPr>
          <w:rtl/>
        </w:rPr>
        <w:t xml:space="preserve"> سياسي</w:t>
      </w:r>
      <w:r w:rsidR="005A26F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5A26FD">
        <w:fldChar w:fldCharType="begin"/>
      </w:r>
      <w:r w:rsidR="005A26FD">
        <w:instrText xml:space="preserve"> DOCPROPERTY  _Term_  \* MERGEFORMAT </w:instrText>
      </w:r>
      <w:r w:rsidR="005A26FD">
        <w:fldChar w:fldCharType="separate"/>
      </w:r>
      <w:r w:rsidR="005A26FD" w:rsidRPr="005A26FD">
        <w:rPr>
          <w:rFonts w:cs="B Nazanin"/>
          <w:b/>
          <w:bCs/>
          <w:sz w:val="20"/>
          <w:szCs w:val="20"/>
          <w:lang w:bidi="fa-IR"/>
        </w:rPr>
        <w:t>1</w:t>
      </w:r>
      <w:r w:rsidR="005A26F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5A26FD">
        <w:fldChar w:fldCharType="begin"/>
      </w:r>
      <w:r w:rsidR="005A26FD">
        <w:instrText xml:space="preserve"> DOCPROPERTY  _Semester_  \* MERGEFORMAT </w:instrText>
      </w:r>
      <w:r w:rsidR="005A26FD">
        <w:fldChar w:fldCharType="separate"/>
      </w:r>
      <w:r w:rsidR="005A26FD" w:rsidRPr="005A26FD">
        <w:rPr>
          <w:rFonts w:cs="B Nazanin"/>
          <w:b/>
          <w:bCs/>
          <w:sz w:val="20"/>
          <w:szCs w:val="20"/>
          <w:rtl/>
          <w:lang w:bidi="fa-IR"/>
        </w:rPr>
        <w:t>اول</w:t>
      </w:r>
      <w:r w:rsidR="005A26F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A26FD">
        <w:fldChar w:fldCharType="begin"/>
      </w:r>
      <w:r w:rsidR="005A26FD">
        <w:instrText xml:space="preserve"> DOCPROPERTY  _SchoolYear_  \* MERGEFORMAT </w:instrText>
      </w:r>
      <w:r w:rsidR="005A26FD">
        <w:fldChar w:fldCharType="separate"/>
      </w:r>
      <w:r w:rsidR="005A26FD" w:rsidRPr="005A26FD">
        <w:rPr>
          <w:rFonts w:cs="B Nazanin"/>
          <w:b/>
          <w:bCs/>
          <w:sz w:val="20"/>
          <w:szCs w:val="20"/>
          <w:lang w:bidi="fa-IR"/>
        </w:rPr>
        <w:t>99-98</w:t>
      </w:r>
      <w:r w:rsidR="005A26F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BC0E68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5A26FD">
        <w:fldChar w:fldCharType="begin"/>
      </w:r>
      <w:r w:rsidR="005A26FD">
        <w:instrText xml:space="preserve"> DOCPROPERTY  _Session_  \* MERGEFORMAT </w:instrText>
      </w:r>
      <w:r w:rsidR="005A26FD">
        <w:fldChar w:fldCharType="separate"/>
      </w:r>
      <w:r w:rsidR="005A26FD" w:rsidRPr="005A26FD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5A26FD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45"/>
        <w:gridCol w:w="1784"/>
        <w:gridCol w:w="605"/>
        <w:gridCol w:w="896"/>
        <w:gridCol w:w="752"/>
        <w:gridCol w:w="868"/>
        <w:gridCol w:w="752"/>
        <w:gridCol w:w="720"/>
        <w:gridCol w:w="635"/>
        <w:gridCol w:w="907"/>
        <w:gridCol w:w="663"/>
        <w:gridCol w:w="663"/>
      </w:tblGrid>
      <w:tr w:rsidR="00563096" w:rsidRPr="000F7083" w:rsidTr="00563096">
        <w:trPr>
          <w:jc w:val="right"/>
        </w:trPr>
        <w:tc>
          <w:tcPr>
            <w:tcW w:w="370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46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299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قسمت</w:t>
            </w:r>
          </w:p>
        </w:tc>
        <w:tc>
          <w:tcPr>
            <w:tcW w:w="38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شماره درس</w:t>
            </w:r>
          </w:p>
        </w:tc>
        <w:tc>
          <w:tcPr>
            <w:tcW w:w="423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واحد</w:t>
            </w:r>
          </w:p>
        </w:tc>
        <w:tc>
          <w:tcPr>
            <w:tcW w:w="365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352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07" w:type="pct"/>
            <w:vAlign w:val="center"/>
          </w:tcPr>
          <w:p w:rsidR="00563096" w:rsidRPr="000F7083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کلاس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 امتحان</w:t>
            </w:r>
          </w:p>
        </w:tc>
        <w:tc>
          <w:tcPr>
            <w:tcW w:w="364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363" w:type="pct"/>
            <w:vAlign w:val="center"/>
          </w:tcPr>
          <w:p w:rsidR="00563096" w:rsidRDefault="00563096" w:rsidP="00563096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563096" w:rsidRPr="00B723A4" w:rsidTr="00563096">
        <w:trPr>
          <w:jc w:val="right"/>
        </w:trPr>
        <w:tc>
          <w:tcPr>
            <w:tcW w:w="370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46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فلسفه و حکمت جغرافياي سياسي</w:t>
            </w:r>
          </w:p>
        </w:tc>
        <w:tc>
          <w:tcPr>
            <w:tcW w:w="299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4804054</w:t>
            </w:r>
          </w:p>
        </w:tc>
        <w:tc>
          <w:tcPr>
            <w:tcW w:w="423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352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364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21/10/98</w:t>
            </w:r>
          </w:p>
        </w:tc>
        <w:tc>
          <w:tcPr>
            <w:tcW w:w="364" w:type="pct"/>
            <w:vAlign w:val="center"/>
          </w:tcPr>
          <w:p w:rsidR="00563096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63096" w:rsidRPr="00B723A4" w:rsidRDefault="00563096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A26FD" w:rsidRPr="00B723A4" w:rsidTr="00563096">
        <w:trPr>
          <w:jc w:val="right"/>
        </w:trPr>
        <w:tc>
          <w:tcPr>
            <w:tcW w:w="370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46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شناسي تحقيق در جغرافياي سياسي</w:t>
            </w:r>
          </w:p>
        </w:tc>
        <w:tc>
          <w:tcPr>
            <w:tcW w:w="299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4804055</w:t>
            </w:r>
          </w:p>
        </w:tc>
        <w:tc>
          <w:tcPr>
            <w:tcW w:w="42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پيشگاهي فرد</w:t>
            </w:r>
          </w:p>
        </w:tc>
        <w:tc>
          <w:tcPr>
            <w:tcW w:w="352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يكشنبه</w:t>
            </w:r>
          </w:p>
        </w:tc>
        <w:tc>
          <w:tcPr>
            <w:tcW w:w="407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23/10/98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A26FD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A26FD" w:rsidRPr="00B723A4" w:rsidTr="00563096">
        <w:trPr>
          <w:jc w:val="right"/>
        </w:trPr>
        <w:tc>
          <w:tcPr>
            <w:tcW w:w="370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46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نظريه هاي جغرافياي سياسي</w:t>
            </w:r>
          </w:p>
        </w:tc>
        <w:tc>
          <w:tcPr>
            <w:tcW w:w="299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4804019</w:t>
            </w:r>
          </w:p>
        </w:tc>
        <w:tc>
          <w:tcPr>
            <w:tcW w:w="42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352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101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25/10/98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3-5</w:t>
            </w:r>
          </w:p>
        </w:tc>
        <w:tc>
          <w:tcPr>
            <w:tcW w:w="363" w:type="pct"/>
            <w:vAlign w:val="center"/>
          </w:tcPr>
          <w:p w:rsidR="005A26FD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A26FD" w:rsidRPr="00B723A4" w:rsidTr="00563096">
        <w:trPr>
          <w:jc w:val="right"/>
        </w:trPr>
        <w:tc>
          <w:tcPr>
            <w:tcW w:w="370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46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تاريخ تحولات، اصول و مفاهيم ژئوپلتيک</w:t>
            </w:r>
          </w:p>
        </w:tc>
        <w:tc>
          <w:tcPr>
            <w:tcW w:w="299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4804056</w:t>
            </w:r>
          </w:p>
        </w:tc>
        <w:tc>
          <w:tcPr>
            <w:tcW w:w="42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352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07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611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28/10/98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363" w:type="pct"/>
            <w:vAlign w:val="center"/>
          </w:tcPr>
          <w:p w:rsidR="005A26FD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A26FD" w:rsidRPr="00B723A4" w:rsidTr="00563096">
        <w:trPr>
          <w:jc w:val="right"/>
        </w:trPr>
        <w:tc>
          <w:tcPr>
            <w:tcW w:w="370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46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تحليل فضايي سياست هاي عمومي با استفاده از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299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4804057</w:t>
            </w:r>
          </w:p>
        </w:tc>
        <w:tc>
          <w:tcPr>
            <w:tcW w:w="42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352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كارگاه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30/10/98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63" w:type="pct"/>
            <w:vAlign w:val="center"/>
          </w:tcPr>
          <w:p w:rsidR="005A26FD" w:rsidRPr="00B723A4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A26FD" w:rsidRPr="00B723A4" w:rsidTr="00563096">
        <w:trPr>
          <w:jc w:val="right"/>
        </w:trPr>
        <w:tc>
          <w:tcPr>
            <w:tcW w:w="370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46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روشها و فنون تصميم گيري</w:t>
            </w:r>
          </w:p>
        </w:tc>
        <w:tc>
          <w:tcPr>
            <w:tcW w:w="299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38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4804058</w:t>
            </w:r>
          </w:p>
        </w:tc>
        <w:tc>
          <w:tcPr>
            <w:tcW w:w="423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65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فرجي</w:t>
            </w:r>
          </w:p>
        </w:tc>
        <w:tc>
          <w:tcPr>
            <w:tcW w:w="352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07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سايت 1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02/11/98</w:t>
            </w:r>
          </w:p>
        </w:tc>
        <w:tc>
          <w:tcPr>
            <w:tcW w:w="364" w:type="pct"/>
            <w:vAlign w:val="center"/>
          </w:tcPr>
          <w:p w:rsidR="005A26FD" w:rsidRDefault="005A26FD" w:rsidP="005630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63" w:type="pct"/>
            <w:vAlign w:val="center"/>
          </w:tcPr>
          <w:p w:rsidR="005A26FD" w:rsidRPr="00B723A4" w:rsidRDefault="005A26FD" w:rsidP="0056309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B601B"/>
    <w:rsid w:val="0032703D"/>
    <w:rsid w:val="00375D40"/>
    <w:rsid w:val="00377979"/>
    <w:rsid w:val="00396C61"/>
    <w:rsid w:val="003A3058"/>
    <w:rsid w:val="003B2BA3"/>
    <w:rsid w:val="003D0F8E"/>
    <w:rsid w:val="003E5D22"/>
    <w:rsid w:val="003E761D"/>
    <w:rsid w:val="0042201C"/>
    <w:rsid w:val="00430AD4"/>
    <w:rsid w:val="004328B6"/>
    <w:rsid w:val="004337C8"/>
    <w:rsid w:val="00464876"/>
    <w:rsid w:val="004972DB"/>
    <w:rsid w:val="004B1086"/>
    <w:rsid w:val="004F3B20"/>
    <w:rsid w:val="00503BD6"/>
    <w:rsid w:val="00510FAB"/>
    <w:rsid w:val="0052400E"/>
    <w:rsid w:val="00541DD7"/>
    <w:rsid w:val="005424B4"/>
    <w:rsid w:val="00563096"/>
    <w:rsid w:val="005A26FD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63D10"/>
    <w:rsid w:val="009708B3"/>
    <w:rsid w:val="00980A8C"/>
    <w:rsid w:val="009B11D4"/>
    <w:rsid w:val="009F7D21"/>
    <w:rsid w:val="00A176CB"/>
    <w:rsid w:val="00A24801"/>
    <w:rsid w:val="00A426B3"/>
    <w:rsid w:val="00AF1E06"/>
    <w:rsid w:val="00B16981"/>
    <w:rsid w:val="00B32CBF"/>
    <w:rsid w:val="00B41A54"/>
    <w:rsid w:val="00B54670"/>
    <w:rsid w:val="00B723A4"/>
    <w:rsid w:val="00BC0E68"/>
    <w:rsid w:val="00BE3348"/>
    <w:rsid w:val="00BE7C17"/>
    <w:rsid w:val="00C0326F"/>
    <w:rsid w:val="00C10BC9"/>
    <w:rsid w:val="00C17DBF"/>
    <w:rsid w:val="00C57DBE"/>
    <w:rsid w:val="00C62BCB"/>
    <w:rsid w:val="00CB45BE"/>
    <w:rsid w:val="00CC2C88"/>
    <w:rsid w:val="00CD1B69"/>
    <w:rsid w:val="00CD1B79"/>
    <w:rsid w:val="00CE4A5E"/>
    <w:rsid w:val="00CF309E"/>
    <w:rsid w:val="00D2258E"/>
    <w:rsid w:val="00D24CC7"/>
    <w:rsid w:val="00D30964"/>
    <w:rsid w:val="00D313F9"/>
    <w:rsid w:val="00D40783"/>
    <w:rsid w:val="00D42F28"/>
    <w:rsid w:val="00D66A5D"/>
    <w:rsid w:val="00DC2E18"/>
    <w:rsid w:val="00DE256C"/>
    <w:rsid w:val="00DF18DE"/>
    <w:rsid w:val="00E07303"/>
    <w:rsid w:val="00E14005"/>
    <w:rsid w:val="00E2288D"/>
    <w:rsid w:val="00E74A93"/>
    <w:rsid w:val="00E752E2"/>
    <w:rsid w:val="00F077BF"/>
    <w:rsid w:val="00F128E2"/>
    <w:rsid w:val="00F50373"/>
    <w:rsid w:val="00F91A78"/>
    <w:rsid w:val="00FA2416"/>
    <w:rsid w:val="00FA7B05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11B30F8-080B-4631-9CB7-4964157D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0C696-B7EE-445B-946D-9EE9C195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ارشد جغرافیای سیاسی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2019-08-14T06:38:00Z</dcterms:created>
  <dcterms:modified xsi:type="dcterms:W3CDTF">2019-08-14T06:38:00Z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کارشناسي ارشد</vt:lpwstr>
  </property>
  <property fmtid="{D5CDD505-2E9C-101B-9397-08002B2CF9AE}" pid="4" name="_Subject_">
    <vt:lpwstr>جغرافياي سياسي</vt:lpwstr>
  </property>
  <property fmtid="{D5CDD505-2E9C-101B-9397-08002B2CF9AE}" pid="5" name="_Term_">
    <vt:lpwstr>1</vt:lpwstr>
  </property>
  <property fmtid="{D5CDD505-2E9C-101B-9397-08002B2CF9AE}" pid="6" name="_Semester_">
    <vt:lpwstr>اول</vt:lpwstr>
  </property>
  <property fmtid="{D5CDD505-2E9C-101B-9397-08002B2CF9AE}" pid="7" name="_SchoolYear_">
    <vt:lpwstr>99-98</vt:lpwstr>
  </property>
  <property fmtid="{D5CDD505-2E9C-101B-9397-08002B2CF9AE}" pid="8" name="_Session_">
    <vt:lpwstr>روزانه</vt:lpwstr>
  </property>
</Properties>
</file>