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02" w:rsidRPr="00DA0C4C" w:rsidRDefault="001A6602" w:rsidP="001A6602">
      <w:pPr>
        <w:jc w:val="center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862BC4" w:rsidRPr="00DA0C4C" w:rsidRDefault="00862BC4" w:rsidP="00F128E2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DA0C4C" w:rsidRDefault="00DA0C4C" w:rsidP="00EF17CC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A0C4C" w:rsidRDefault="00DA0C4C" w:rsidP="00EF17CC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A00DB8" w:rsidRDefault="00E07B63" w:rsidP="00C76106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تاریخ: </w:t>
      </w:r>
      <w:r w:rsidR="00C761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25</w:t>
      </w:r>
      <w:r w:rsidR="00A00DB8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</w:t>
      </w:r>
      <w:r w:rsidR="00C761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</w:t>
      </w:r>
      <w:r w:rsidR="00A00DB8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/140</w:t>
      </w:r>
      <w:r w:rsidR="00C761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A00DB8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 </w:t>
      </w:r>
      <w:r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روز: </w:t>
      </w:r>
      <w:r w:rsidR="00EF17CC" w:rsidRPr="00DA0C4C">
        <w:rPr>
          <w:rFonts w:asciiTheme="majorBidi" w:hAnsiTheme="majorBidi" w:cstheme="majorBidi"/>
          <w:sz w:val="28"/>
          <w:szCs w:val="28"/>
        </w:rPr>
        <w:fldChar w:fldCharType="begin"/>
      </w:r>
      <w:r w:rsidR="00EF17CC" w:rsidRPr="00DA0C4C">
        <w:rPr>
          <w:rFonts w:asciiTheme="majorBidi" w:hAnsiTheme="majorBidi" w:cstheme="majorBidi"/>
          <w:sz w:val="28"/>
          <w:szCs w:val="28"/>
        </w:rPr>
        <w:instrText xml:space="preserve"> DOCPROPERTY  _Day_  \* MERGEFORMAT </w:instrText>
      </w:r>
      <w:r w:rsidR="00EF17CC" w:rsidRPr="00DA0C4C">
        <w:rPr>
          <w:rFonts w:asciiTheme="majorBidi" w:hAnsiTheme="majorBidi" w:cstheme="majorBidi"/>
          <w:sz w:val="28"/>
          <w:szCs w:val="28"/>
        </w:rPr>
        <w:fldChar w:fldCharType="separate"/>
      </w:r>
      <w:r w:rsidR="00A00DB8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پنجشنبه</w:t>
      </w:r>
      <w:r w:rsidR="00EF17CC" w:rsidRPr="00DA0C4C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="009F7D21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مقطع: </w:t>
      </w:r>
      <w:r w:rsidR="00EF17CC" w:rsidRPr="00DA0C4C">
        <w:rPr>
          <w:rFonts w:asciiTheme="majorBidi" w:hAnsiTheme="majorBidi" w:cstheme="majorBidi"/>
          <w:sz w:val="28"/>
          <w:szCs w:val="28"/>
        </w:rPr>
        <w:fldChar w:fldCharType="begin"/>
      </w:r>
      <w:r w:rsidR="00EF17CC" w:rsidRPr="00DA0C4C">
        <w:rPr>
          <w:rFonts w:asciiTheme="majorBidi" w:hAnsiTheme="majorBidi" w:cstheme="majorBidi"/>
          <w:sz w:val="28"/>
          <w:szCs w:val="28"/>
        </w:rPr>
        <w:instrText xml:space="preserve"> DOCPROPERTY  _Course_  \* MERGEFORMAT </w:instrText>
      </w:r>
      <w:r w:rsidR="00EF17CC" w:rsidRPr="00DA0C4C">
        <w:rPr>
          <w:rFonts w:asciiTheme="majorBidi" w:hAnsiTheme="majorBidi" w:cstheme="majorBidi"/>
          <w:sz w:val="28"/>
          <w:szCs w:val="28"/>
        </w:rPr>
        <w:fldChar w:fldCharType="separate"/>
      </w:r>
      <w:r w:rsidR="00A00DB8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کارشناسي</w:t>
      </w:r>
      <w:r w:rsidR="00EF17CC" w:rsidRPr="00DA0C4C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 xml:space="preserve">نیمسال: </w:t>
      </w:r>
      <w:r w:rsidR="00EF17CC" w:rsidRPr="00DA0C4C">
        <w:rPr>
          <w:rFonts w:asciiTheme="majorBidi" w:hAnsiTheme="majorBidi" w:cstheme="majorBidi"/>
          <w:sz w:val="28"/>
          <w:szCs w:val="28"/>
        </w:rPr>
        <w:fldChar w:fldCharType="begin"/>
      </w:r>
      <w:r w:rsidR="00EF17CC" w:rsidRPr="00DA0C4C">
        <w:rPr>
          <w:rFonts w:asciiTheme="majorBidi" w:hAnsiTheme="majorBidi" w:cstheme="majorBidi"/>
          <w:sz w:val="28"/>
          <w:szCs w:val="28"/>
        </w:rPr>
        <w:instrText xml:space="preserve"> DOCPROPERTY  _Semester_  \* MERGEFORMAT </w:instrText>
      </w:r>
      <w:r w:rsidR="00EF17CC" w:rsidRPr="00DA0C4C">
        <w:rPr>
          <w:rFonts w:asciiTheme="majorBidi" w:hAnsiTheme="majorBidi" w:cstheme="majorBidi"/>
          <w:sz w:val="28"/>
          <w:szCs w:val="28"/>
        </w:rPr>
        <w:fldChar w:fldCharType="separate"/>
      </w:r>
      <w:r w:rsidR="00A00DB8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دوم</w:t>
      </w:r>
      <w:r w:rsidR="00EF17CC" w:rsidRPr="00DA0C4C">
        <w:rPr>
          <w:rFonts w:asciiTheme="majorBidi" w:hAnsiTheme="majorBidi" w:cstheme="majorBidi"/>
          <w:b/>
          <w:bCs/>
          <w:sz w:val="28"/>
          <w:szCs w:val="28"/>
          <w:lang w:bidi="fa-IR"/>
        </w:rPr>
        <w:fldChar w:fldCharType="end"/>
      </w:r>
      <w:r w:rsidR="009F7D21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="00A00DB8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140</w:t>
      </w:r>
      <w:r w:rsidR="00C761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 w:rsidR="00A00DB8" w:rsidRPr="00DA0C4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-140</w:t>
      </w:r>
      <w:r w:rsidR="00C7610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</w:t>
      </w:r>
    </w:p>
    <w:p w:rsidR="00DA0C4C" w:rsidRDefault="00DA0C4C" w:rsidP="00EF17CC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DA0C4C" w:rsidRPr="00DA0C4C" w:rsidRDefault="00DA0C4C" w:rsidP="00EF17CC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D24CC7" w:rsidRPr="00DA0C4C" w:rsidRDefault="00A00DB8" w:rsidP="00A00DB8">
      <w:pP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DA0C4C">
        <w:rPr>
          <w:rFonts w:asciiTheme="majorBidi" w:hAnsiTheme="majorBidi" w:cstheme="majorBidi"/>
          <w:sz w:val="28"/>
          <w:szCs w:val="28"/>
        </w:rPr>
        <w:fldChar w:fldCharType="begin"/>
      </w:r>
      <w:r w:rsidRPr="00DA0C4C">
        <w:rPr>
          <w:rFonts w:asciiTheme="majorBidi" w:hAnsiTheme="majorBidi" w:cstheme="majorBidi"/>
          <w:sz w:val="28"/>
          <w:szCs w:val="28"/>
        </w:rPr>
        <w:instrText xml:space="preserve"> DOCPROPERTY  _SchoolYear_  \* MERGEFORMAT </w:instrText>
      </w:r>
      <w:r w:rsidRPr="00DA0C4C">
        <w:rPr>
          <w:rFonts w:asciiTheme="majorBidi" w:hAnsiTheme="majorBidi" w:cstheme="majorBidi"/>
          <w:sz w:val="28"/>
          <w:szCs w:val="28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55"/>
        <w:gridCol w:w="1647"/>
        <w:gridCol w:w="619"/>
        <w:gridCol w:w="1277"/>
        <w:gridCol w:w="1645"/>
        <w:gridCol w:w="1050"/>
        <w:gridCol w:w="1523"/>
      </w:tblGrid>
      <w:tr w:rsidR="00DA0C4C" w:rsidRPr="00DA0C4C" w:rsidTr="00DA0C4C">
        <w:trPr>
          <w:jc w:val="right"/>
        </w:trPr>
        <w:tc>
          <w:tcPr>
            <w:tcW w:w="1164" w:type="pct"/>
            <w:vAlign w:val="center"/>
          </w:tcPr>
          <w:p w:rsidR="00EC1288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  <w:p w:rsidR="00DA0C4C" w:rsidRDefault="00DA0C4C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A0C4C" w:rsidRPr="00DA0C4C" w:rsidRDefault="00DA0C4C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4" w:type="pct"/>
            <w:vAlign w:val="center"/>
          </w:tcPr>
          <w:p w:rsidR="00EC1288" w:rsidRPr="00DA0C4C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  <w:p w:rsidR="00A00DB8" w:rsidRPr="00DA0C4C" w:rsidRDefault="00A00DB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" w:type="pct"/>
          </w:tcPr>
          <w:p w:rsidR="00EC1288" w:rsidRPr="00DA0C4C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631" w:type="pct"/>
            <w:vAlign w:val="center"/>
          </w:tcPr>
          <w:p w:rsidR="00EC1288" w:rsidRPr="00DA0C4C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813" w:type="pct"/>
            <w:vAlign w:val="center"/>
          </w:tcPr>
          <w:p w:rsidR="00EC1288" w:rsidRPr="00DA0C4C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19" w:type="pct"/>
            <w:vAlign w:val="center"/>
          </w:tcPr>
          <w:p w:rsidR="00EC1288" w:rsidRPr="00DA0C4C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754" w:type="pct"/>
            <w:vAlign w:val="center"/>
          </w:tcPr>
          <w:p w:rsidR="00EC1288" w:rsidRPr="00DA0C4C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DA0C4C" w:rsidRPr="00DA0C4C" w:rsidTr="00DA0C4C">
        <w:trPr>
          <w:jc w:val="right"/>
        </w:trPr>
        <w:tc>
          <w:tcPr>
            <w:tcW w:w="1164" w:type="pct"/>
            <w:vAlign w:val="center"/>
          </w:tcPr>
          <w:p w:rsidR="00EC1288" w:rsidRPr="00DA0C4C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انديشه اسلامي2 (برادران)</w:t>
            </w:r>
          </w:p>
        </w:tc>
        <w:tc>
          <w:tcPr>
            <w:tcW w:w="814" w:type="pct"/>
            <w:vAlign w:val="center"/>
          </w:tcPr>
          <w:p w:rsidR="00EC1288" w:rsidRPr="00DA0C4C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A00DB8" w:rsidRPr="00DA0C4C" w:rsidRDefault="00A00DB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" w:type="pct"/>
          </w:tcPr>
          <w:p w:rsidR="00EC1288" w:rsidRPr="00DA0C4C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31" w:type="pct"/>
            <w:vAlign w:val="center"/>
          </w:tcPr>
          <w:p w:rsidR="00EC1288" w:rsidRDefault="00EC12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A0C4C" w:rsidRDefault="00DA0C4C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A0C4C" w:rsidRPr="00DA0C4C" w:rsidRDefault="001D4A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45</w:t>
            </w:r>
          </w:p>
        </w:tc>
        <w:tc>
          <w:tcPr>
            <w:tcW w:w="813" w:type="pct"/>
            <w:vAlign w:val="center"/>
          </w:tcPr>
          <w:p w:rsidR="00EC1288" w:rsidRPr="00DA0C4C" w:rsidRDefault="001D4A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حجت خواه</w:t>
            </w:r>
          </w:p>
        </w:tc>
        <w:tc>
          <w:tcPr>
            <w:tcW w:w="519" w:type="pct"/>
            <w:vAlign w:val="center"/>
          </w:tcPr>
          <w:p w:rsidR="00EC1288" w:rsidRPr="00DA0C4C" w:rsidRDefault="00953498" w:rsidP="009534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</w:t>
            </w:r>
            <w:r w:rsidR="00C95CCA"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54" w:type="pct"/>
            <w:vAlign w:val="center"/>
          </w:tcPr>
          <w:p w:rsidR="00EC1288" w:rsidRPr="00DA0C4C" w:rsidRDefault="00035FE3" w:rsidP="00CE6BEE">
            <w:pPr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A0C4C" w:rsidRPr="00DA0C4C" w:rsidTr="00DA0C4C">
        <w:trPr>
          <w:jc w:val="right"/>
        </w:trPr>
        <w:tc>
          <w:tcPr>
            <w:tcW w:w="1164" w:type="pct"/>
            <w:vAlign w:val="center"/>
          </w:tcPr>
          <w:p w:rsidR="00C95CCA" w:rsidRPr="00DA0C4C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انديشه اسلامي2 (خواهران)</w:t>
            </w:r>
          </w:p>
        </w:tc>
        <w:tc>
          <w:tcPr>
            <w:tcW w:w="814" w:type="pct"/>
            <w:vAlign w:val="center"/>
          </w:tcPr>
          <w:p w:rsidR="00C95CCA" w:rsidRPr="00DA0C4C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A00DB8" w:rsidRPr="00DA0C4C" w:rsidRDefault="00A00DB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" w:type="pct"/>
          </w:tcPr>
          <w:p w:rsidR="00C95CCA" w:rsidRPr="00DA0C4C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31" w:type="pct"/>
            <w:vAlign w:val="center"/>
          </w:tcPr>
          <w:p w:rsidR="00C95CCA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A0C4C" w:rsidRDefault="001D4A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42</w:t>
            </w:r>
          </w:p>
          <w:p w:rsidR="00DA0C4C" w:rsidRPr="00DA0C4C" w:rsidRDefault="00DA0C4C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3" w:type="pct"/>
            <w:vAlign w:val="center"/>
          </w:tcPr>
          <w:p w:rsidR="00C95CCA" w:rsidRPr="00DA0C4C" w:rsidRDefault="001D4A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حجت خواه</w:t>
            </w:r>
          </w:p>
        </w:tc>
        <w:tc>
          <w:tcPr>
            <w:tcW w:w="519" w:type="pct"/>
            <w:vAlign w:val="center"/>
          </w:tcPr>
          <w:p w:rsidR="00C95CCA" w:rsidRPr="00DA0C4C" w:rsidRDefault="00953498" w:rsidP="009534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754" w:type="pct"/>
            <w:vAlign w:val="center"/>
          </w:tcPr>
          <w:p w:rsidR="00C95CCA" w:rsidRPr="00DA0C4C" w:rsidRDefault="0023786D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A0C4C" w:rsidRPr="00DA0C4C" w:rsidTr="00DA0C4C">
        <w:trPr>
          <w:jc w:val="right"/>
        </w:trPr>
        <w:tc>
          <w:tcPr>
            <w:tcW w:w="1164" w:type="pct"/>
            <w:vAlign w:val="center"/>
          </w:tcPr>
          <w:p w:rsidR="00C95CCA" w:rsidRPr="00DA0C4C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انديشه اسلامي2 (خواهران)</w:t>
            </w:r>
          </w:p>
        </w:tc>
        <w:tc>
          <w:tcPr>
            <w:tcW w:w="814" w:type="pct"/>
            <w:vAlign w:val="center"/>
          </w:tcPr>
          <w:p w:rsidR="00C95CCA" w:rsidRPr="00DA0C4C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  <w:p w:rsidR="00A00DB8" w:rsidRPr="00DA0C4C" w:rsidRDefault="00A00DB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" w:type="pct"/>
          </w:tcPr>
          <w:p w:rsidR="00C95CCA" w:rsidRPr="00DA0C4C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31" w:type="pct"/>
            <w:vAlign w:val="center"/>
          </w:tcPr>
          <w:p w:rsidR="00C95CCA" w:rsidRDefault="00C95CCA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  <w:p w:rsidR="00DA0C4C" w:rsidRDefault="001D4A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44</w:t>
            </w:r>
          </w:p>
          <w:p w:rsidR="00DA0C4C" w:rsidRPr="00DA0C4C" w:rsidRDefault="00DA0C4C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3" w:type="pct"/>
            <w:vAlign w:val="center"/>
          </w:tcPr>
          <w:p w:rsidR="00C95CCA" w:rsidRPr="00DA0C4C" w:rsidRDefault="001D4A88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دکتر حجت خواه</w:t>
            </w:r>
          </w:p>
        </w:tc>
        <w:tc>
          <w:tcPr>
            <w:tcW w:w="519" w:type="pct"/>
            <w:vAlign w:val="center"/>
          </w:tcPr>
          <w:p w:rsidR="00C95CCA" w:rsidRPr="00DA0C4C" w:rsidRDefault="00953498" w:rsidP="009534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DA0C4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754" w:type="pct"/>
            <w:vAlign w:val="center"/>
          </w:tcPr>
          <w:p w:rsidR="00C95CCA" w:rsidRPr="00DA0C4C" w:rsidRDefault="0023786D" w:rsidP="00CE6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  <w:bookmarkStart w:id="0" w:name="_GoBack"/>
            <w:bookmarkEnd w:id="0"/>
          </w:p>
        </w:tc>
      </w:tr>
    </w:tbl>
    <w:p w:rsidR="009B11D4" w:rsidRPr="00DA0C4C" w:rsidRDefault="009B11D4" w:rsidP="009F7D21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9B11D4" w:rsidRPr="00DA0C4C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B8"/>
    <w:rsid w:val="00004793"/>
    <w:rsid w:val="000121E9"/>
    <w:rsid w:val="000234BA"/>
    <w:rsid w:val="00035FE3"/>
    <w:rsid w:val="00037D41"/>
    <w:rsid w:val="00052189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1D4A88"/>
    <w:rsid w:val="002053F2"/>
    <w:rsid w:val="00222F11"/>
    <w:rsid w:val="00223CB7"/>
    <w:rsid w:val="0023786D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70152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53498"/>
    <w:rsid w:val="009631D8"/>
    <w:rsid w:val="009708B3"/>
    <w:rsid w:val="00980A8C"/>
    <w:rsid w:val="009B11D4"/>
    <w:rsid w:val="009F73D2"/>
    <w:rsid w:val="009F7D21"/>
    <w:rsid w:val="00A00DB8"/>
    <w:rsid w:val="00A2185C"/>
    <w:rsid w:val="00A24801"/>
    <w:rsid w:val="00A426B3"/>
    <w:rsid w:val="00A8733F"/>
    <w:rsid w:val="00AF1E06"/>
    <w:rsid w:val="00B12CFF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76106"/>
    <w:rsid w:val="00C95CCA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A0C4C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EF17CC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6;&#1585;&#1606;&#1575;&#1605;&#1607;%20&#1575;&#1605;&#1578;&#1581;&#1575;&#1606;&#1575;&#1578;%20&#1606;&#1740;&#1605;&#1587;&#1575;&#1604;%20&#1583;&#1608;&#1605;%201401-1400%20&#1583;&#1608;&#1585;&#1607;%20&#1705;&#1575;&#1585;&#1588;&#1606;&#1575;&#1587;&#1740;\&#1576;&#1740;&#1587;&#1578;%20&#1608;%20&#1588;&#1588;&#1605;%20&#1582;&#1585;&#1583;&#1575;&#15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4AE5C-3918-4914-9B80-A0AE8C90B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بیست و ششم خرداد</Template>
  <TotalTime>18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creator>7</dc:creator>
  <cp:lastModifiedBy>7</cp:lastModifiedBy>
  <cp:revision>5</cp:revision>
  <cp:lastPrinted>2009-09-10T08:59:00Z</cp:lastPrinted>
  <dcterms:created xsi:type="dcterms:W3CDTF">2023-05-01T11:36:00Z</dcterms:created>
  <dcterms:modified xsi:type="dcterms:W3CDTF">2023-05-31T06:50:00Z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00-01</vt:lpwstr>
  </property>
  <property fmtid="{D5CDD505-2E9C-101B-9397-08002B2CF9AE}" pid="8" name="_Session_">
    <vt:lpwstr>دوره</vt:lpwstr>
  </property>
  <property fmtid="{D5CDD505-2E9C-101B-9397-08002B2CF9AE}" pid="9" name="_Date_">
    <vt:lpwstr>01/03/26</vt:lpwstr>
  </property>
  <property fmtid="{D5CDD505-2E9C-101B-9397-08002B2CF9AE}" pid="10" name="_Day_">
    <vt:lpwstr>پنجشنبه</vt:lpwstr>
  </property>
</Properties>
</file>