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602" w:rsidRPr="000F7083" w:rsidRDefault="001A6602" w:rsidP="001A6602">
      <w:pPr>
        <w:jc w:val="center"/>
        <w:rPr>
          <w:color w:val="808080"/>
          <w:rtl/>
          <w:lang w:bidi="fa-IR"/>
        </w:rPr>
      </w:pPr>
    </w:p>
    <w:p w:rsidR="00862BC4" w:rsidRPr="00F91A78" w:rsidRDefault="00862BC4" w:rsidP="00F128E2">
      <w:pPr>
        <w:jc w:val="lowKashida"/>
        <w:rPr>
          <w:rFonts w:cs="B Nazanin"/>
          <w:b/>
          <w:bCs/>
          <w:color w:val="808080"/>
          <w:sz w:val="4"/>
          <w:szCs w:val="4"/>
          <w:rtl/>
          <w:lang w:bidi="fa-IR"/>
        </w:rPr>
      </w:pPr>
    </w:p>
    <w:p w:rsidR="00D24CC7" w:rsidRPr="00004793" w:rsidRDefault="009F7D21" w:rsidP="00E36593">
      <w:pPr>
        <w:rPr>
          <w:rFonts w:cs="B Nazanin"/>
          <w:b/>
          <w:bCs/>
          <w:color w:val="808080"/>
          <w:sz w:val="20"/>
          <w:szCs w:val="20"/>
          <w:rtl/>
          <w:lang w:bidi="fa-IR"/>
        </w:rPr>
      </w:pPr>
      <w:r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گروه: </w:t>
      </w:r>
      <w:r w:rsidR="00AF573B">
        <w:fldChar w:fldCharType="begin"/>
      </w:r>
      <w:r w:rsidR="00AF573B">
        <w:instrText xml:space="preserve"> DOCPROPERTY  _Group_  \* MERGEFORMAT </w:instrText>
      </w:r>
      <w:r w:rsidR="00AF573B">
        <w:fldChar w:fldCharType="separate"/>
      </w:r>
      <w:r w:rsidR="00AF573B" w:rsidRPr="00AF573B">
        <w:rPr>
          <w:rFonts w:cs="B Nazanin"/>
          <w:b/>
          <w:bCs/>
          <w:sz w:val="20"/>
          <w:szCs w:val="20"/>
          <w:rtl/>
          <w:lang w:bidi="fa-IR"/>
        </w:rPr>
        <w:t>جغرافياي</w:t>
      </w:r>
      <w:r w:rsidR="00AF573B">
        <w:rPr>
          <w:rtl/>
        </w:rPr>
        <w:t xml:space="preserve"> طبيعي</w:t>
      </w:r>
      <w:r w:rsidR="00AF573B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مقطع: </w:t>
      </w:r>
      <w:r w:rsidR="00AF573B">
        <w:fldChar w:fldCharType="begin"/>
      </w:r>
      <w:r w:rsidR="00AF573B">
        <w:instrText xml:space="preserve"> DOCPROPERTY  _Course_  \* MERGEFORMAT </w:instrText>
      </w:r>
      <w:r w:rsidR="00AF573B">
        <w:fldChar w:fldCharType="separate"/>
      </w:r>
      <w:r w:rsidR="00AF573B" w:rsidRPr="00AF573B">
        <w:rPr>
          <w:rFonts w:cs="B Nazanin"/>
          <w:b/>
          <w:bCs/>
          <w:sz w:val="20"/>
          <w:szCs w:val="20"/>
          <w:rtl/>
          <w:lang w:bidi="fa-IR"/>
        </w:rPr>
        <w:t>دكتري</w:t>
      </w:r>
      <w:r w:rsidR="00AF573B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رشته: </w:t>
      </w:r>
      <w:r w:rsidR="00AF573B">
        <w:fldChar w:fldCharType="begin"/>
      </w:r>
      <w:r w:rsidR="00AF573B">
        <w:instrText xml:space="preserve"> DOCPROPERTY  _Subject_  \* MERGEFORMAT </w:instrText>
      </w:r>
      <w:r w:rsidR="00AF573B">
        <w:fldChar w:fldCharType="separate"/>
      </w:r>
      <w:r w:rsidR="00AF573B" w:rsidRPr="00AF573B">
        <w:rPr>
          <w:rFonts w:cs="B Nazanin"/>
          <w:b/>
          <w:bCs/>
          <w:sz w:val="20"/>
          <w:szCs w:val="20"/>
          <w:rtl/>
          <w:lang w:bidi="fa-IR"/>
        </w:rPr>
        <w:t>اقليم</w:t>
      </w:r>
      <w:r w:rsidR="00AF573B">
        <w:rPr>
          <w:rtl/>
        </w:rPr>
        <w:t xml:space="preserve"> شناسي</w:t>
      </w:r>
      <w:r w:rsidR="00AF573B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ترم: </w:t>
      </w:r>
      <w:r w:rsidR="00AF573B">
        <w:fldChar w:fldCharType="begin"/>
      </w:r>
      <w:r w:rsidR="00AF573B">
        <w:instrText xml:space="preserve"> DOCPROPERTY  _Term_  \* MERGEFORMAT </w:instrText>
      </w:r>
      <w:r w:rsidR="00AF573B">
        <w:fldChar w:fldCharType="separate"/>
      </w:r>
      <w:r w:rsidR="00AF573B" w:rsidRPr="00AF573B">
        <w:rPr>
          <w:rFonts w:cs="B Nazanin"/>
          <w:b/>
          <w:bCs/>
          <w:sz w:val="20"/>
          <w:szCs w:val="20"/>
          <w:lang w:bidi="fa-IR"/>
        </w:rPr>
        <w:t>2</w:t>
      </w:r>
      <w:r w:rsidR="00AF573B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</w:r>
      <w:r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نیمسال: </w:t>
      </w:r>
      <w:r w:rsidR="00AF573B">
        <w:fldChar w:fldCharType="begin"/>
      </w:r>
      <w:r w:rsidR="00AF573B">
        <w:instrText xml:space="preserve"> DOCPROPERTY  _Semester_  \* MERGEFORMAT </w:instrText>
      </w:r>
      <w:r w:rsidR="00AF573B">
        <w:fldChar w:fldCharType="separate"/>
      </w:r>
      <w:r w:rsidR="00AF573B" w:rsidRPr="00AF573B">
        <w:rPr>
          <w:rFonts w:cs="B Nazanin"/>
          <w:b/>
          <w:bCs/>
          <w:sz w:val="20"/>
          <w:szCs w:val="20"/>
          <w:rtl/>
          <w:lang w:bidi="fa-IR"/>
        </w:rPr>
        <w:t>دوم</w:t>
      </w:r>
      <w:r w:rsidR="00AF573B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004793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AF573B">
        <w:fldChar w:fldCharType="begin"/>
      </w:r>
      <w:r w:rsidR="00AF573B">
        <w:instrText xml:space="preserve"> DOCPROPERTY  _SchoolYear_  \* MERGEFORMAT </w:instrText>
      </w:r>
      <w:r w:rsidR="00AF573B">
        <w:fldChar w:fldCharType="separate"/>
      </w:r>
      <w:r w:rsidR="00AF573B" w:rsidRPr="00AF573B">
        <w:rPr>
          <w:rFonts w:cs="B Nazanin"/>
          <w:b/>
          <w:bCs/>
          <w:sz w:val="20"/>
          <w:szCs w:val="20"/>
          <w:lang w:bidi="fa-IR"/>
        </w:rPr>
        <w:t>00-99</w:t>
      </w:r>
      <w:r w:rsidR="00AF573B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دوره: </w:t>
      </w:r>
      <w:r w:rsidR="00AF573B">
        <w:fldChar w:fldCharType="begin"/>
      </w:r>
      <w:r w:rsidR="00AF573B">
        <w:instrText xml:space="preserve"> DOCPROPERTY  _Session_  \* MERGEFORMAT </w:instrText>
      </w:r>
      <w:r w:rsidR="00AF573B">
        <w:fldChar w:fldCharType="separate"/>
      </w:r>
      <w:r w:rsidR="00AF573B" w:rsidRPr="00AF573B">
        <w:rPr>
          <w:rFonts w:cs="B Nazanin"/>
          <w:b/>
          <w:bCs/>
          <w:sz w:val="20"/>
          <w:szCs w:val="20"/>
          <w:rtl/>
          <w:lang w:bidi="fa-IR"/>
        </w:rPr>
        <w:t>روزانه</w:t>
      </w:r>
      <w:r w:rsidR="00AF573B">
        <w:rPr>
          <w:rFonts w:cs="B Nazanin"/>
          <w:b/>
          <w:bCs/>
          <w:sz w:val="20"/>
          <w:szCs w:val="20"/>
          <w:lang w:bidi="fa-IR"/>
        </w:rPr>
        <w:fldChar w:fldCharType="end"/>
      </w:r>
    </w:p>
    <w:tbl>
      <w:tblPr>
        <w:tblStyle w:val="TableGrid"/>
        <w:bidiVisual/>
        <w:tblW w:w="5000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944"/>
        <w:gridCol w:w="1339"/>
        <w:gridCol w:w="1673"/>
        <w:gridCol w:w="1066"/>
        <w:gridCol w:w="1076"/>
        <w:gridCol w:w="930"/>
        <w:gridCol w:w="898"/>
        <w:gridCol w:w="1036"/>
        <w:gridCol w:w="928"/>
      </w:tblGrid>
      <w:tr w:rsidR="003F1680" w:rsidRPr="000F7083" w:rsidTr="00D03D68">
        <w:trPr>
          <w:jc w:val="right"/>
        </w:trPr>
        <w:tc>
          <w:tcPr>
            <w:tcW w:w="477" w:type="pct"/>
            <w:vAlign w:val="center"/>
          </w:tcPr>
          <w:p w:rsidR="003F1680" w:rsidRPr="000F7083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677" w:type="pct"/>
            <w:vAlign w:val="center"/>
          </w:tcPr>
          <w:p w:rsidR="003F1680" w:rsidRPr="000F7083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درس</w:t>
            </w:r>
          </w:p>
        </w:tc>
        <w:tc>
          <w:tcPr>
            <w:tcW w:w="846" w:type="pct"/>
            <w:vAlign w:val="center"/>
          </w:tcPr>
          <w:p w:rsidR="003F1680" w:rsidRPr="000F7083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استاد</w:t>
            </w:r>
          </w:p>
        </w:tc>
        <w:tc>
          <w:tcPr>
            <w:tcW w:w="539" w:type="pct"/>
            <w:vAlign w:val="center"/>
          </w:tcPr>
          <w:p w:rsidR="003F1680" w:rsidRPr="000F7083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تعداد دانشجو</w:t>
            </w:r>
          </w:p>
        </w:tc>
        <w:tc>
          <w:tcPr>
            <w:tcW w:w="544" w:type="pct"/>
            <w:vAlign w:val="center"/>
          </w:tcPr>
          <w:p w:rsidR="003F1680" w:rsidRPr="000F7083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روز</w:t>
            </w:r>
          </w:p>
        </w:tc>
        <w:tc>
          <w:tcPr>
            <w:tcW w:w="470" w:type="pct"/>
            <w:vAlign w:val="center"/>
          </w:tcPr>
          <w:p w:rsidR="003F1680" w:rsidRPr="000F7083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تاریخ</w:t>
            </w:r>
          </w:p>
        </w:tc>
        <w:tc>
          <w:tcPr>
            <w:tcW w:w="454" w:type="pct"/>
            <w:vAlign w:val="center"/>
          </w:tcPr>
          <w:p w:rsidR="003F1680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</w:t>
            </w:r>
          </w:p>
        </w:tc>
        <w:tc>
          <w:tcPr>
            <w:tcW w:w="524" w:type="pct"/>
            <w:vAlign w:val="center"/>
          </w:tcPr>
          <w:p w:rsidR="003F1680" w:rsidRPr="000F7083" w:rsidRDefault="003F1680" w:rsidP="00A2185C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محل</w:t>
            </w:r>
          </w:p>
        </w:tc>
        <w:tc>
          <w:tcPr>
            <w:tcW w:w="469" w:type="pct"/>
            <w:vAlign w:val="center"/>
          </w:tcPr>
          <w:p w:rsidR="003F1680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توضیحات</w:t>
            </w:r>
          </w:p>
        </w:tc>
      </w:tr>
      <w:tr w:rsidR="003F1680" w:rsidRPr="00B723A4" w:rsidTr="00AF573B">
        <w:trPr>
          <w:trHeight w:val="1114"/>
          <w:jc w:val="right"/>
        </w:trPr>
        <w:tc>
          <w:tcPr>
            <w:tcW w:w="477" w:type="pct"/>
            <w:vAlign w:val="center"/>
          </w:tcPr>
          <w:p w:rsidR="003F1680" w:rsidRPr="00B723A4" w:rsidRDefault="00AF573B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677" w:type="pct"/>
            <w:vAlign w:val="center"/>
          </w:tcPr>
          <w:p w:rsidR="003F1680" w:rsidRPr="00B723A4" w:rsidRDefault="00AF573B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آب و هواشناسي ديرينه پيشرفته</w:t>
            </w:r>
          </w:p>
        </w:tc>
        <w:tc>
          <w:tcPr>
            <w:tcW w:w="846" w:type="pct"/>
            <w:vAlign w:val="center"/>
          </w:tcPr>
          <w:p w:rsidR="003F1680" w:rsidRPr="00B723A4" w:rsidRDefault="00AF573B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عزيزي</w:t>
            </w:r>
          </w:p>
        </w:tc>
        <w:tc>
          <w:tcPr>
            <w:tcW w:w="539" w:type="pct"/>
            <w:vAlign w:val="center"/>
          </w:tcPr>
          <w:p w:rsidR="003F1680" w:rsidRPr="00B723A4" w:rsidRDefault="003F1680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4" w:type="pct"/>
            <w:vAlign w:val="center"/>
          </w:tcPr>
          <w:p w:rsidR="003F1680" w:rsidRPr="00B723A4" w:rsidRDefault="00AF573B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يکشنبه</w:t>
            </w:r>
          </w:p>
        </w:tc>
        <w:tc>
          <w:tcPr>
            <w:tcW w:w="470" w:type="pct"/>
            <w:vAlign w:val="center"/>
          </w:tcPr>
          <w:p w:rsidR="003F1680" w:rsidRPr="00B723A4" w:rsidRDefault="00AF573B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13/04/00</w:t>
            </w:r>
          </w:p>
        </w:tc>
        <w:tc>
          <w:tcPr>
            <w:tcW w:w="454" w:type="pct"/>
            <w:vAlign w:val="center"/>
          </w:tcPr>
          <w:p w:rsidR="003F1680" w:rsidRPr="00B723A4" w:rsidRDefault="00AF573B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4-6</w:t>
            </w:r>
          </w:p>
        </w:tc>
        <w:tc>
          <w:tcPr>
            <w:tcW w:w="524" w:type="pct"/>
            <w:vAlign w:val="center"/>
          </w:tcPr>
          <w:p w:rsidR="003F1680" w:rsidRPr="00B723A4" w:rsidRDefault="003F1680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vAlign w:val="center"/>
          </w:tcPr>
          <w:p w:rsidR="003F1680" w:rsidRPr="00B723A4" w:rsidRDefault="003F1680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AF573B" w:rsidRPr="00B723A4" w:rsidTr="00D03D68">
        <w:trPr>
          <w:jc w:val="right"/>
        </w:trPr>
        <w:tc>
          <w:tcPr>
            <w:tcW w:w="477" w:type="pct"/>
            <w:vAlign w:val="center"/>
          </w:tcPr>
          <w:p w:rsidR="00AF573B" w:rsidRDefault="00AF573B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677" w:type="pct"/>
            <w:vAlign w:val="center"/>
          </w:tcPr>
          <w:p w:rsidR="00AF573B" w:rsidRDefault="00AF573B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آب و هواشناسي کشاورزي پيشرفته</w:t>
            </w:r>
          </w:p>
        </w:tc>
        <w:tc>
          <w:tcPr>
            <w:tcW w:w="846" w:type="pct"/>
            <w:vAlign w:val="center"/>
          </w:tcPr>
          <w:p w:rsidR="00AF573B" w:rsidRDefault="00AF573B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بازگير</w:t>
            </w:r>
          </w:p>
        </w:tc>
        <w:tc>
          <w:tcPr>
            <w:tcW w:w="539" w:type="pct"/>
            <w:vAlign w:val="center"/>
          </w:tcPr>
          <w:p w:rsidR="00AF573B" w:rsidRPr="00B723A4" w:rsidRDefault="00AF573B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4" w:type="pct"/>
            <w:vAlign w:val="center"/>
          </w:tcPr>
          <w:p w:rsidR="00AF573B" w:rsidRDefault="00AF573B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چهارشنبه</w:t>
            </w:r>
          </w:p>
        </w:tc>
        <w:tc>
          <w:tcPr>
            <w:tcW w:w="470" w:type="pct"/>
            <w:vAlign w:val="center"/>
          </w:tcPr>
          <w:p w:rsidR="00AF573B" w:rsidRDefault="00AF573B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16/04/00</w:t>
            </w:r>
          </w:p>
        </w:tc>
        <w:tc>
          <w:tcPr>
            <w:tcW w:w="454" w:type="pct"/>
            <w:vAlign w:val="center"/>
          </w:tcPr>
          <w:p w:rsidR="00AF573B" w:rsidRDefault="00AF573B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524" w:type="pct"/>
            <w:vAlign w:val="center"/>
          </w:tcPr>
          <w:p w:rsidR="00AF573B" w:rsidRPr="00B723A4" w:rsidRDefault="00AF573B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vAlign w:val="center"/>
          </w:tcPr>
          <w:p w:rsidR="00AF573B" w:rsidRPr="00B723A4" w:rsidRDefault="00AF573B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AF573B" w:rsidRPr="00B723A4" w:rsidTr="00D03D68">
        <w:trPr>
          <w:jc w:val="right"/>
        </w:trPr>
        <w:tc>
          <w:tcPr>
            <w:tcW w:w="477" w:type="pct"/>
            <w:vAlign w:val="center"/>
          </w:tcPr>
          <w:p w:rsidR="00AF573B" w:rsidRDefault="00AF573B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677" w:type="pct"/>
            <w:vAlign w:val="center"/>
          </w:tcPr>
          <w:p w:rsidR="00AF573B" w:rsidRDefault="00AF573B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تحليل سينوپتيکي مخاطرات محيطي</w:t>
            </w:r>
          </w:p>
        </w:tc>
        <w:tc>
          <w:tcPr>
            <w:tcW w:w="846" w:type="pct"/>
            <w:vAlign w:val="center"/>
          </w:tcPr>
          <w:p w:rsidR="00AF573B" w:rsidRDefault="00AF573B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کريمي</w:t>
            </w:r>
          </w:p>
        </w:tc>
        <w:tc>
          <w:tcPr>
            <w:tcW w:w="539" w:type="pct"/>
            <w:vAlign w:val="center"/>
          </w:tcPr>
          <w:p w:rsidR="00AF573B" w:rsidRPr="00B723A4" w:rsidRDefault="00AF573B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4" w:type="pct"/>
            <w:vAlign w:val="center"/>
          </w:tcPr>
          <w:p w:rsidR="00AF573B" w:rsidRDefault="00AF573B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470" w:type="pct"/>
            <w:vAlign w:val="center"/>
          </w:tcPr>
          <w:p w:rsidR="00AF573B" w:rsidRDefault="00AF573B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21/04/00</w:t>
            </w:r>
          </w:p>
        </w:tc>
        <w:tc>
          <w:tcPr>
            <w:tcW w:w="454" w:type="pct"/>
            <w:vAlign w:val="center"/>
          </w:tcPr>
          <w:p w:rsidR="00AF573B" w:rsidRDefault="00AF573B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524" w:type="pct"/>
            <w:vAlign w:val="center"/>
          </w:tcPr>
          <w:p w:rsidR="00AF573B" w:rsidRPr="00B723A4" w:rsidRDefault="00AF573B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vAlign w:val="center"/>
          </w:tcPr>
          <w:p w:rsidR="00AF573B" w:rsidRPr="00B723A4" w:rsidRDefault="00AF573B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AF573B" w:rsidRPr="00B723A4" w:rsidTr="00AF573B">
        <w:trPr>
          <w:trHeight w:val="1148"/>
          <w:jc w:val="right"/>
        </w:trPr>
        <w:tc>
          <w:tcPr>
            <w:tcW w:w="477" w:type="pct"/>
            <w:vAlign w:val="center"/>
          </w:tcPr>
          <w:p w:rsidR="00AF573B" w:rsidRDefault="00AF573B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677" w:type="pct"/>
            <w:vAlign w:val="center"/>
          </w:tcPr>
          <w:p w:rsidR="00AF573B" w:rsidRDefault="00AF573B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آب و هواشناسي شهري پيشرفته</w:t>
            </w:r>
          </w:p>
        </w:tc>
        <w:tc>
          <w:tcPr>
            <w:tcW w:w="846" w:type="pct"/>
            <w:vAlign w:val="center"/>
          </w:tcPr>
          <w:p w:rsidR="00AF573B" w:rsidRDefault="00AF573B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محمدي-دکترشمسي پور</w:t>
            </w:r>
          </w:p>
        </w:tc>
        <w:tc>
          <w:tcPr>
            <w:tcW w:w="539" w:type="pct"/>
            <w:vAlign w:val="center"/>
          </w:tcPr>
          <w:p w:rsidR="00AF573B" w:rsidRPr="00B723A4" w:rsidRDefault="00AF573B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4" w:type="pct"/>
            <w:vAlign w:val="center"/>
          </w:tcPr>
          <w:p w:rsidR="00AF573B" w:rsidRDefault="00AF573B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چهارشنبه</w:t>
            </w:r>
          </w:p>
        </w:tc>
        <w:tc>
          <w:tcPr>
            <w:tcW w:w="470" w:type="pct"/>
            <w:vAlign w:val="center"/>
          </w:tcPr>
          <w:p w:rsidR="00AF573B" w:rsidRDefault="00AF573B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23/04/00</w:t>
            </w:r>
          </w:p>
        </w:tc>
        <w:tc>
          <w:tcPr>
            <w:tcW w:w="454" w:type="pct"/>
            <w:vAlign w:val="center"/>
          </w:tcPr>
          <w:p w:rsidR="00AF573B" w:rsidRDefault="00AF573B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524" w:type="pct"/>
            <w:vAlign w:val="center"/>
          </w:tcPr>
          <w:p w:rsidR="00AF573B" w:rsidRPr="00B723A4" w:rsidRDefault="00AF573B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vAlign w:val="center"/>
          </w:tcPr>
          <w:p w:rsidR="00AF573B" w:rsidRPr="00B723A4" w:rsidRDefault="00AF573B" w:rsidP="00D03D68">
            <w:pPr>
              <w:jc w:val="center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  <w:bookmarkStart w:id="0" w:name="_GoBack"/>
            <w:bookmarkEnd w:id="0"/>
          </w:p>
        </w:tc>
      </w:tr>
    </w:tbl>
    <w:p w:rsidR="009B11D4" w:rsidRPr="000F7083" w:rsidRDefault="009B11D4" w:rsidP="009F7D21">
      <w:pPr>
        <w:jc w:val="lowKashida"/>
        <w:rPr>
          <w:rFonts w:cs="B Nazanin"/>
          <w:b/>
          <w:bCs/>
          <w:color w:val="808080"/>
          <w:sz w:val="22"/>
          <w:szCs w:val="22"/>
          <w:rtl/>
          <w:lang w:bidi="fa-IR"/>
        </w:rPr>
      </w:pPr>
    </w:p>
    <w:sectPr w:rsidR="009B11D4" w:rsidRPr="000F7083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058"/>
    <w:rsid w:val="00004793"/>
    <w:rsid w:val="000121E9"/>
    <w:rsid w:val="000234BA"/>
    <w:rsid w:val="00037D41"/>
    <w:rsid w:val="00071A48"/>
    <w:rsid w:val="000A4CD5"/>
    <w:rsid w:val="000B6A80"/>
    <w:rsid w:val="000C66FC"/>
    <w:rsid w:val="000F7083"/>
    <w:rsid w:val="00111BE1"/>
    <w:rsid w:val="00113F8A"/>
    <w:rsid w:val="00120E18"/>
    <w:rsid w:val="001452F1"/>
    <w:rsid w:val="00146550"/>
    <w:rsid w:val="00151CD9"/>
    <w:rsid w:val="00156242"/>
    <w:rsid w:val="00157519"/>
    <w:rsid w:val="00167F2F"/>
    <w:rsid w:val="0017448A"/>
    <w:rsid w:val="001A6602"/>
    <w:rsid w:val="001B6996"/>
    <w:rsid w:val="001B7FF1"/>
    <w:rsid w:val="002053F2"/>
    <w:rsid w:val="00222F11"/>
    <w:rsid w:val="00223CB7"/>
    <w:rsid w:val="002532AC"/>
    <w:rsid w:val="00260832"/>
    <w:rsid w:val="00267E02"/>
    <w:rsid w:val="00271934"/>
    <w:rsid w:val="00272EF3"/>
    <w:rsid w:val="00281597"/>
    <w:rsid w:val="00286E18"/>
    <w:rsid w:val="002B5A5D"/>
    <w:rsid w:val="0032703D"/>
    <w:rsid w:val="00375D40"/>
    <w:rsid w:val="00396C61"/>
    <w:rsid w:val="003A3058"/>
    <w:rsid w:val="003B2BA3"/>
    <w:rsid w:val="003D0F8E"/>
    <w:rsid w:val="003E5D22"/>
    <w:rsid w:val="003E761D"/>
    <w:rsid w:val="003F1680"/>
    <w:rsid w:val="0042201C"/>
    <w:rsid w:val="00430AD4"/>
    <w:rsid w:val="004328B6"/>
    <w:rsid w:val="004337C8"/>
    <w:rsid w:val="00446986"/>
    <w:rsid w:val="00464876"/>
    <w:rsid w:val="004972DB"/>
    <w:rsid w:val="004B1086"/>
    <w:rsid w:val="004F3B20"/>
    <w:rsid w:val="00503BD6"/>
    <w:rsid w:val="00510FAB"/>
    <w:rsid w:val="0052400E"/>
    <w:rsid w:val="00541DD7"/>
    <w:rsid w:val="005B1DDA"/>
    <w:rsid w:val="005D0155"/>
    <w:rsid w:val="005D5B10"/>
    <w:rsid w:val="00666091"/>
    <w:rsid w:val="00684FC7"/>
    <w:rsid w:val="006B0654"/>
    <w:rsid w:val="006B19C0"/>
    <w:rsid w:val="006E2DD4"/>
    <w:rsid w:val="007255CA"/>
    <w:rsid w:val="007427D4"/>
    <w:rsid w:val="007463B6"/>
    <w:rsid w:val="00761523"/>
    <w:rsid w:val="007661B3"/>
    <w:rsid w:val="00783B30"/>
    <w:rsid w:val="007A7CA0"/>
    <w:rsid w:val="007C37C2"/>
    <w:rsid w:val="007D1375"/>
    <w:rsid w:val="007F6D18"/>
    <w:rsid w:val="007F77C3"/>
    <w:rsid w:val="00802B2D"/>
    <w:rsid w:val="00836A07"/>
    <w:rsid w:val="00862BC4"/>
    <w:rsid w:val="008632B6"/>
    <w:rsid w:val="00894F1A"/>
    <w:rsid w:val="008D4C16"/>
    <w:rsid w:val="008D7D12"/>
    <w:rsid w:val="0090412F"/>
    <w:rsid w:val="009154BA"/>
    <w:rsid w:val="009257D2"/>
    <w:rsid w:val="00931272"/>
    <w:rsid w:val="009631D8"/>
    <w:rsid w:val="009708B3"/>
    <w:rsid w:val="00980A8C"/>
    <w:rsid w:val="009B11D4"/>
    <w:rsid w:val="009F7D21"/>
    <w:rsid w:val="00A2185C"/>
    <w:rsid w:val="00A24801"/>
    <w:rsid w:val="00A426B3"/>
    <w:rsid w:val="00AF1E06"/>
    <w:rsid w:val="00AF573B"/>
    <w:rsid w:val="00B16981"/>
    <w:rsid w:val="00B41A54"/>
    <w:rsid w:val="00B54670"/>
    <w:rsid w:val="00B723A4"/>
    <w:rsid w:val="00B9481F"/>
    <w:rsid w:val="00BE7C17"/>
    <w:rsid w:val="00C0326F"/>
    <w:rsid w:val="00C07603"/>
    <w:rsid w:val="00C10BC9"/>
    <w:rsid w:val="00C17DBF"/>
    <w:rsid w:val="00C57DBE"/>
    <w:rsid w:val="00C62BCB"/>
    <w:rsid w:val="00C6506F"/>
    <w:rsid w:val="00CB45BE"/>
    <w:rsid w:val="00CC2C88"/>
    <w:rsid w:val="00CD1B79"/>
    <w:rsid w:val="00CE4A5E"/>
    <w:rsid w:val="00CF309E"/>
    <w:rsid w:val="00D03D68"/>
    <w:rsid w:val="00D2258E"/>
    <w:rsid w:val="00D24CC7"/>
    <w:rsid w:val="00D30964"/>
    <w:rsid w:val="00D313F9"/>
    <w:rsid w:val="00D40783"/>
    <w:rsid w:val="00D66A5D"/>
    <w:rsid w:val="00DC2E18"/>
    <w:rsid w:val="00DE256C"/>
    <w:rsid w:val="00E07303"/>
    <w:rsid w:val="00E14005"/>
    <w:rsid w:val="00E2288D"/>
    <w:rsid w:val="00E36593"/>
    <w:rsid w:val="00E74A93"/>
    <w:rsid w:val="00E752E2"/>
    <w:rsid w:val="00F077BF"/>
    <w:rsid w:val="00F128E2"/>
    <w:rsid w:val="00F50373"/>
    <w:rsid w:val="00F91A78"/>
    <w:rsid w:val="00FA2416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1C4BF9F8-C0E0-4CC9-9450-04868C71D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C685E0-B0D6-4C28-A45C-E84D1B12C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دکتری آب و هواشناسی</Template>
  <TotalTime>1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subject/>
  <dc:creator>Dear User!</dc:creator>
  <cp:keywords/>
  <dc:description/>
  <cp:lastModifiedBy>7</cp:lastModifiedBy>
  <cp:revision>2</cp:revision>
  <cp:lastPrinted>2009-09-10T08:59:00Z</cp:lastPrinted>
  <dcterms:created xsi:type="dcterms:W3CDTF">2021-06-27T06:42:00Z</dcterms:created>
  <dcterms:modified xsi:type="dcterms:W3CDTF">2021-06-27T06:42:00Z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جغرافياي طبيعي</vt:lpwstr>
  </property>
  <property fmtid="{D5CDD505-2E9C-101B-9397-08002B2CF9AE}" pid="3" name="_Course_">
    <vt:lpwstr>دكتري</vt:lpwstr>
  </property>
  <property fmtid="{D5CDD505-2E9C-101B-9397-08002B2CF9AE}" pid="4" name="_Subject_">
    <vt:lpwstr>اقليم شناسي</vt:lpwstr>
  </property>
  <property fmtid="{D5CDD505-2E9C-101B-9397-08002B2CF9AE}" pid="5" name="_Term_">
    <vt:lpwstr>2</vt:lpwstr>
  </property>
  <property fmtid="{D5CDD505-2E9C-101B-9397-08002B2CF9AE}" pid="6" name="_Semester_">
    <vt:lpwstr>دوم</vt:lpwstr>
  </property>
  <property fmtid="{D5CDD505-2E9C-101B-9397-08002B2CF9AE}" pid="7" name="_SchoolYear_">
    <vt:lpwstr>00-99</vt:lpwstr>
  </property>
  <property fmtid="{D5CDD505-2E9C-101B-9397-08002B2CF9AE}" pid="8" name="_Session_">
    <vt:lpwstr>روزانه</vt:lpwstr>
  </property>
</Properties>
</file>