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D4B47">
        <w:fldChar w:fldCharType="begin"/>
      </w:r>
      <w:r w:rsidR="007D4B47">
        <w:instrText xml:space="preserve"> DOCPROPERTY  _Group_  \* MERGEFORMAT </w:instrText>
      </w:r>
      <w:r w:rsidR="007D4B47">
        <w:fldChar w:fldCharType="separate"/>
      </w:r>
      <w:r w:rsidR="007D4B47" w:rsidRPr="007D4B47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D4B47">
        <w:rPr>
          <w:rtl/>
        </w:rPr>
        <w:t xml:space="preserve"> انساني</w:t>
      </w:r>
      <w:r w:rsidR="007D4B4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D4B47">
        <w:fldChar w:fldCharType="begin"/>
      </w:r>
      <w:r w:rsidR="007D4B47">
        <w:instrText xml:space="preserve"> DOCPROPERTY  _Course_  \* MERGEFORMAT </w:instrText>
      </w:r>
      <w:r w:rsidR="007D4B47">
        <w:fldChar w:fldCharType="separate"/>
      </w:r>
      <w:r w:rsidR="007D4B47" w:rsidRPr="007D4B47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7D4B4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D4B47">
        <w:fldChar w:fldCharType="begin"/>
      </w:r>
      <w:r w:rsidR="007D4B47">
        <w:instrText xml:space="preserve"> DOCPROPERTY  _Subject_  \* MERGEFORMAT </w:instrText>
      </w:r>
      <w:r w:rsidR="007D4B47">
        <w:fldChar w:fldCharType="separate"/>
      </w:r>
      <w:r w:rsidR="007D4B47" w:rsidRPr="007D4B47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7D4B47">
        <w:rPr>
          <w:rtl/>
        </w:rPr>
        <w:t xml:space="preserve"> ريزي شهري</w:t>
      </w:r>
      <w:r w:rsidR="007D4B4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D4B47">
        <w:fldChar w:fldCharType="begin"/>
      </w:r>
      <w:r w:rsidR="007D4B47">
        <w:instrText xml:space="preserve"> DOCPROPERTY  _Term_  \* MERGEFORMAT </w:instrText>
      </w:r>
      <w:r w:rsidR="007D4B47">
        <w:fldChar w:fldCharType="separate"/>
      </w:r>
      <w:r w:rsidR="007D4B47" w:rsidRPr="007D4B47">
        <w:rPr>
          <w:rFonts w:cs="B Nazanin"/>
          <w:b/>
          <w:bCs/>
          <w:sz w:val="20"/>
          <w:szCs w:val="20"/>
          <w:lang w:bidi="fa-IR"/>
        </w:rPr>
        <w:t>2</w:t>
      </w:r>
      <w:r w:rsidR="007D4B4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D4B47">
        <w:fldChar w:fldCharType="begin"/>
      </w:r>
      <w:r w:rsidR="007D4B47">
        <w:instrText xml:space="preserve"> DOCPROPERTY  _Semester_  \* MERGEFORMAT </w:instrText>
      </w:r>
      <w:r w:rsidR="007D4B47">
        <w:fldChar w:fldCharType="separate"/>
      </w:r>
      <w:r w:rsidR="007D4B47" w:rsidRPr="007D4B47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7D4B4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D4B47">
        <w:fldChar w:fldCharType="begin"/>
      </w:r>
      <w:r w:rsidR="007D4B47">
        <w:instrText xml:space="preserve"> DOCPROPERTY  _SchoolYear_  \* MERGEFORMAT </w:instrText>
      </w:r>
      <w:r w:rsidR="007D4B47">
        <w:fldChar w:fldCharType="separate"/>
      </w:r>
      <w:r w:rsidR="007D4B47" w:rsidRPr="007D4B47">
        <w:rPr>
          <w:rFonts w:cs="B Nazanin"/>
          <w:b/>
          <w:bCs/>
          <w:sz w:val="20"/>
          <w:szCs w:val="20"/>
          <w:lang w:bidi="fa-IR"/>
        </w:rPr>
        <w:t>99-98</w:t>
      </w:r>
      <w:r w:rsidR="007D4B4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D4B47">
        <w:fldChar w:fldCharType="begin"/>
      </w:r>
      <w:r w:rsidR="007D4B47">
        <w:instrText xml:space="preserve"> DOCPROPERTY  _Session_  \* MERGEFORMAT </w:instrText>
      </w:r>
      <w:r w:rsidR="007D4B47">
        <w:fldChar w:fldCharType="separate"/>
      </w:r>
      <w:r w:rsidR="007D4B47" w:rsidRPr="007D4B47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D4B47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87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5"/>
        <w:gridCol w:w="1901"/>
        <w:gridCol w:w="625"/>
        <w:gridCol w:w="952"/>
        <w:gridCol w:w="807"/>
        <w:gridCol w:w="916"/>
        <w:gridCol w:w="778"/>
        <w:gridCol w:w="772"/>
        <w:gridCol w:w="682"/>
        <w:gridCol w:w="960"/>
        <w:gridCol w:w="686"/>
        <w:gridCol w:w="684"/>
      </w:tblGrid>
      <w:tr w:rsidR="007D4B47" w:rsidRPr="000F7083" w:rsidTr="007D4B47">
        <w:trPr>
          <w:trHeight w:val="926"/>
          <w:jc w:val="right"/>
        </w:trPr>
        <w:tc>
          <w:tcPr>
            <w:tcW w:w="33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5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8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3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5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7D4B47" w:rsidRPr="00B723A4" w:rsidTr="007D4B47">
        <w:trPr>
          <w:trHeight w:val="1389"/>
          <w:jc w:val="right"/>
        </w:trPr>
        <w:tc>
          <w:tcPr>
            <w:tcW w:w="332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09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حکمروايي و مديريت يکپارچه شهري</w:t>
            </w:r>
          </w:p>
        </w:tc>
        <w:tc>
          <w:tcPr>
            <w:tcW w:w="299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4802277</w:t>
            </w:r>
          </w:p>
        </w:tc>
        <w:tc>
          <w:tcPr>
            <w:tcW w:w="386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72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9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59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563096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4B47" w:rsidRPr="00B723A4" w:rsidTr="007D4B47">
        <w:trPr>
          <w:trHeight w:val="926"/>
          <w:jc w:val="right"/>
        </w:trPr>
        <w:tc>
          <w:tcPr>
            <w:tcW w:w="332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0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شهرهاي ايراني-اسلامي</w:t>
            </w:r>
          </w:p>
        </w:tc>
        <w:tc>
          <w:tcPr>
            <w:tcW w:w="29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4802276</w:t>
            </w:r>
          </w:p>
        </w:tc>
        <w:tc>
          <w:tcPr>
            <w:tcW w:w="386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372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5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7D4B47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4B47" w:rsidRPr="00B723A4" w:rsidTr="007D4B47">
        <w:trPr>
          <w:trHeight w:val="926"/>
          <w:jc w:val="right"/>
        </w:trPr>
        <w:tc>
          <w:tcPr>
            <w:tcW w:w="332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0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راهبردي و عملياتي شهرها</w:t>
            </w:r>
          </w:p>
        </w:tc>
        <w:tc>
          <w:tcPr>
            <w:tcW w:w="29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4802278</w:t>
            </w:r>
          </w:p>
        </w:tc>
        <w:tc>
          <w:tcPr>
            <w:tcW w:w="386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72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5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7D4B47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4B47" w:rsidRPr="00B723A4" w:rsidTr="007D4B47">
        <w:trPr>
          <w:trHeight w:val="1389"/>
          <w:jc w:val="right"/>
        </w:trPr>
        <w:tc>
          <w:tcPr>
            <w:tcW w:w="332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0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سياست هاي زمين و مسکن شهري</w:t>
            </w:r>
          </w:p>
        </w:tc>
        <w:tc>
          <w:tcPr>
            <w:tcW w:w="29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4802280</w:t>
            </w:r>
          </w:p>
        </w:tc>
        <w:tc>
          <w:tcPr>
            <w:tcW w:w="386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372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6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5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7D4B47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D4B47" w:rsidRPr="00B723A4" w:rsidTr="007D4B47">
        <w:trPr>
          <w:trHeight w:val="926"/>
          <w:jc w:val="right"/>
        </w:trPr>
        <w:tc>
          <w:tcPr>
            <w:tcW w:w="332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0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محيط زيست شهري</w:t>
            </w:r>
          </w:p>
        </w:tc>
        <w:tc>
          <w:tcPr>
            <w:tcW w:w="29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4802279</w:t>
            </w:r>
          </w:p>
        </w:tc>
        <w:tc>
          <w:tcPr>
            <w:tcW w:w="386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372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408</w:t>
            </w:r>
          </w:p>
        </w:tc>
        <w:tc>
          <w:tcPr>
            <w:tcW w:w="459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7D4B47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7D4B47" w:rsidRPr="00B723A4" w:rsidRDefault="007D4B4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D4B47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C805F54-54BE-4869-AEF2-6F28A0BB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1C4D2-73AF-4E52-A770-EA0D9E37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n;jvd aivd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2020-01-21T12:08:00Z</dcterms:created>
  <dcterms:modified xsi:type="dcterms:W3CDTF">2020-01-21T12:08:00Z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شهري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