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02" w:rsidRPr="00D672DB" w:rsidRDefault="001A6602" w:rsidP="001A6602">
      <w:pPr>
        <w:jc w:val="center"/>
        <w:rPr>
          <w:rFonts w:cs="B Nazanin"/>
          <w:color w:val="808080"/>
          <w:sz w:val="28"/>
          <w:szCs w:val="28"/>
          <w:rtl/>
          <w:lang w:bidi="fa-IR"/>
        </w:rPr>
      </w:pPr>
    </w:p>
    <w:p w:rsidR="00862BC4" w:rsidRPr="00D672DB" w:rsidRDefault="00862BC4" w:rsidP="00F128E2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p w:rsidR="00D24CC7" w:rsidRPr="00D672DB" w:rsidRDefault="00E07B63" w:rsidP="006B5F65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  <w:r w:rsidRPr="00D672DB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تاریخ: </w:t>
      </w:r>
      <w:r w:rsidR="006B5F65">
        <w:rPr>
          <w:rFonts w:cs="B Nazanin" w:hint="cs"/>
          <w:sz w:val="28"/>
          <w:szCs w:val="28"/>
          <w:rtl/>
        </w:rPr>
        <w:t>6</w:t>
      </w:r>
      <w:r w:rsidR="001A7B26" w:rsidRPr="00D672DB">
        <w:rPr>
          <w:rFonts w:cs="B Nazanin" w:hint="cs"/>
          <w:sz w:val="28"/>
          <w:szCs w:val="28"/>
          <w:rtl/>
        </w:rPr>
        <w:t>/0</w:t>
      </w:r>
      <w:r w:rsidR="006B5F65">
        <w:rPr>
          <w:rFonts w:cs="B Nazanin" w:hint="cs"/>
          <w:sz w:val="28"/>
          <w:szCs w:val="28"/>
          <w:rtl/>
        </w:rPr>
        <w:t>6</w:t>
      </w:r>
      <w:bookmarkStart w:id="0" w:name="_GoBack"/>
      <w:bookmarkEnd w:id="0"/>
      <w:r w:rsidR="001A7B26" w:rsidRPr="00D672DB">
        <w:rPr>
          <w:rFonts w:cs="B Nazanin" w:hint="cs"/>
          <w:sz w:val="28"/>
          <w:szCs w:val="28"/>
          <w:rtl/>
        </w:rPr>
        <w:t>/1404</w:t>
      </w:r>
      <w:r w:rsidRPr="00D672DB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روز: </w:t>
      </w:r>
      <w:r w:rsidR="00732B81" w:rsidRPr="00D672DB">
        <w:rPr>
          <w:rFonts w:cs="B Nazanin"/>
          <w:sz w:val="28"/>
          <w:szCs w:val="28"/>
        </w:rPr>
        <w:fldChar w:fldCharType="begin"/>
      </w:r>
      <w:r w:rsidR="00732B81" w:rsidRPr="00D672DB">
        <w:rPr>
          <w:rFonts w:cs="B Nazanin"/>
          <w:sz w:val="28"/>
          <w:szCs w:val="28"/>
        </w:rPr>
        <w:instrText xml:space="preserve"> DOCPROPERTY  _Day_  \* MERGEFORMAT </w:instrText>
      </w:r>
      <w:r w:rsidR="00732B81" w:rsidRPr="00D672DB">
        <w:rPr>
          <w:rFonts w:cs="B Nazanin"/>
          <w:sz w:val="28"/>
          <w:szCs w:val="28"/>
        </w:rPr>
        <w:fldChar w:fldCharType="separate"/>
      </w:r>
      <w:r w:rsidR="005644C9" w:rsidRPr="00D672DB">
        <w:rPr>
          <w:rFonts w:cs="B Nazanin"/>
          <w:b/>
          <w:bCs/>
          <w:sz w:val="28"/>
          <w:szCs w:val="28"/>
          <w:rtl/>
          <w:lang w:bidi="fa-IR"/>
        </w:rPr>
        <w:t>پنجشنبه</w:t>
      </w:r>
      <w:r w:rsidR="00732B81" w:rsidRPr="00D672DB">
        <w:rPr>
          <w:rFonts w:cs="B Nazanin"/>
          <w:b/>
          <w:bCs/>
          <w:sz w:val="28"/>
          <w:szCs w:val="28"/>
          <w:lang w:bidi="fa-IR"/>
        </w:rPr>
        <w:fldChar w:fldCharType="end"/>
      </w:r>
      <w:r w:rsidRPr="00D672DB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</w:r>
      <w:r w:rsidR="009F7D21" w:rsidRPr="00D672DB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 xml:space="preserve">مقطع: </w:t>
      </w:r>
      <w:r w:rsidR="00732B81" w:rsidRPr="00D672DB">
        <w:rPr>
          <w:rFonts w:cs="B Nazanin"/>
          <w:sz w:val="28"/>
          <w:szCs w:val="28"/>
        </w:rPr>
        <w:fldChar w:fldCharType="begin"/>
      </w:r>
      <w:r w:rsidR="00732B81" w:rsidRPr="00D672DB">
        <w:rPr>
          <w:rFonts w:cs="B Nazanin"/>
          <w:sz w:val="28"/>
          <w:szCs w:val="28"/>
        </w:rPr>
        <w:instrText xml:space="preserve"> DOCPROPERTY  _Course_  \* MERGEFORMAT </w:instrText>
      </w:r>
      <w:r w:rsidR="00732B81" w:rsidRPr="00D672DB">
        <w:rPr>
          <w:rFonts w:cs="B Nazanin"/>
          <w:sz w:val="28"/>
          <w:szCs w:val="28"/>
        </w:rPr>
        <w:fldChar w:fldCharType="separate"/>
      </w:r>
      <w:r w:rsidR="005644C9" w:rsidRPr="00D672DB">
        <w:rPr>
          <w:rFonts w:cs="B Nazanin"/>
          <w:b/>
          <w:bCs/>
          <w:sz w:val="28"/>
          <w:szCs w:val="28"/>
          <w:rtl/>
          <w:lang w:bidi="fa-IR"/>
        </w:rPr>
        <w:t>کارشناسي</w:t>
      </w:r>
      <w:r w:rsidR="00732B81" w:rsidRPr="00D672DB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D672DB">
        <w:rPr>
          <w:rFonts w:cs="B Nazanin" w:hint="cs"/>
          <w:b/>
          <w:bCs/>
          <w:color w:val="808080"/>
          <w:sz w:val="28"/>
          <w:szCs w:val="28"/>
          <w:rtl/>
          <w:lang w:bidi="fa-IR"/>
        </w:rPr>
        <w:tab/>
        <w:t xml:space="preserve">نیمسال: </w:t>
      </w:r>
      <w:r w:rsidR="00732B81" w:rsidRPr="00D672DB">
        <w:rPr>
          <w:rFonts w:cs="B Nazanin"/>
          <w:sz w:val="28"/>
          <w:szCs w:val="28"/>
        </w:rPr>
        <w:fldChar w:fldCharType="begin"/>
      </w:r>
      <w:r w:rsidR="00732B81" w:rsidRPr="00D672DB">
        <w:rPr>
          <w:rFonts w:cs="B Nazanin"/>
          <w:sz w:val="28"/>
          <w:szCs w:val="28"/>
        </w:rPr>
        <w:instrText xml:space="preserve"> DOCPROPERTY  _Semester_  \* MERGEFORMAT </w:instrText>
      </w:r>
      <w:r w:rsidR="00732B81" w:rsidRPr="00D672DB">
        <w:rPr>
          <w:rFonts w:cs="B Nazanin"/>
          <w:sz w:val="28"/>
          <w:szCs w:val="28"/>
        </w:rPr>
        <w:fldChar w:fldCharType="separate"/>
      </w:r>
      <w:r w:rsidR="005644C9" w:rsidRPr="00D672DB">
        <w:rPr>
          <w:rFonts w:cs="B Nazanin"/>
          <w:b/>
          <w:bCs/>
          <w:sz w:val="28"/>
          <w:szCs w:val="28"/>
          <w:rtl/>
          <w:lang w:bidi="fa-IR"/>
        </w:rPr>
        <w:t>دوم</w:t>
      </w:r>
      <w:r w:rsidR="00732B81" w:rsidRPr="00D672DB">
        <w:rPr>
          <w:rFonts w:cs="B Nazanin"/>
          <w:b/>
          <w:bCs/>
          <w:sz w:val="28"/>
          <w:szCs w:val="28"/>
          <w:lang w:bidi="fa-IR"/>
        </w:rPr>
        <w:fldChar w:fldCharType="end"/>
      </w:r>
      <w:r w:rsidR="009F7D21" w:rsidRPr="00D672D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A7B26" w:rsidRPr="00D672DB">
        <w:rPr>
          <w:rFonts w:cs="B Nazanin" w:hint="cs"/>
          <w:sz w:val="28"/>
          <w:szCs w:val="28"/>
          <w:rtl/>
        </w:rPr>
        <w:t>04-03</w:t>
      </w:r>
      <w:r w:rsidRPr="00D672DB">
        <w:rPr>
          <w:rFonts w:cs="B Nazanin"/>
          <w:b/>
          <w:bCs/>
          <w:color w:val="808080"/>
          <w:sz w:val="28"/>
          <w:szCs w:val="28"/>
          <w:rtl/>
          <w:lang w:bidi="fa-IR"/>
        </w:rPr>
        <w:t xml:space="preserve"> </w:t>
      </w:r>
    </w:p>
    <w:p w:rsidR="001A7B26" w:rsidRPr="00D672DB" w:rsidRDefault="001A7B26" w:rsidP="00E07B63">
      <w:pPr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970"/>
        <w:gridCol w:w="1440"/>
        <w:gridCol w:w="811"/>
        <w:gridCol w:w="898"/>
        <w:gridCol w:w="1622"/>
        <w:gridCol w:w="1260"/>
        <w:gridCol w:w="1889"/>
      </w:tblGrid>
      <w:tr w:rsidR="00EC1288" w:rsidRPr="00D672DB" w:rsidTr="001A7B26">
        <w:trPr>
          <w:jc w:val="right"/>
        </w:trPr>
        <w:tc>
          <w:tcPr>
            <w:tcW w:w="996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728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10" w:type="pct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ترم</w:t>
            </w:r>
          </w:p>
        </w:tc>
        <w:tc>
          <w:tcPr>
            <w:tcW w:w="454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تعداد دانشجو</w:t>
            </w:r>
          </w:p>
        </w:tc>
        <w:tc>
          <w:tcPr>
            <w:tcW w:w="820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نام استاد</w:t>
            </w:r>
          </w:p>
        </w:tc>
        <w:tc>
          <w:tcPr>
            <w:tcW w:w="637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ساعت امتحان</w:t>
            </w:r>
          </w:p>
        </w:tc>
        <w:tc>
          <w:tcPr>
            <w:tcW w:w="955" w:type="pct"/>
            <w:vAlign w:val="center"/>
          </w:tcPr>
          <w:p w:rsidR="00EC1288" w:rsidRPr="00D672DB" w:rsidRDefault="00EC1288" w:rsidP="00CE6BEE">
            <w:pPr>
              <w:jc w:val="center"/>
              <w:rPr>
                <w:rFonts w:cs="B Nazanin"/>
                <w:b/>
                <w:bCs/>
                <w:color w:val="808080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color w:val="808080"/>
                <w:sz w:val="28"/>
                <w:szCs w:val="28"/>
                <w:rtl/>
                <w:lang w:bidi="fa-IR"/>
              </w:rPr>
              <w:t>محل امتحان</w:t>
            </w:r>
          </w:p>
        </w:tc>
      </w:tr>
      <w:tr w:rsidR="00E66F6E" w:rsidRPr="00D672DB" w:rsidTr="001A7B26">
        <w:trPr>
          <w:jc w:val="right"/>
        </w:trPr>
        <w:tc>
          <w:tcPr>
            <w:tcW w:w="996" w:type="pct"/>
            <w:vAlign w:val="center"/>
          </w:tcPr>
          <w:p w:rsidR="00E66F6E" w:rsidRPr="00D672DB" w:rsidRDefault="00E66F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انديشه اسلامي2(خواهران)</w:t>
            </w:r>
          </w:p>
          <w:p w:rsidR="003A7122" w:rsidRPr="00D672DB" w:rsidRDefault="003A71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28" w:type="pct"/>
            <w:vAlign w:val="center"/>
          </w:tcPr>
          <w:p w:rsidR="00E66F6E" w:rsidRPr="00D672DB" w:rsidRDefault="00E66F6E" w:rsidP="00732B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جغرافيا </w:t>
            </w:r>
          </w:p>
        </w:tc>
        <w:tc>
          <w:tcPr>
            <w:tcW w:w="410" w:type="pct"/>
          </w:tcPr>
          <w:p w:rsidR="00A37913" w:rsidRPr="00D672DB" w:rsidRDefault="00A3791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E66F6E" w:rsidRPr="00D672DB" w:rsidRDefault="00A37913" w:rsidP="00A37913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4" w:type="pct"/>
            <w:vAlign w:val="center"/>
          </w:tcPr>
          <w:p w:rsidR="00E66F6E" w:rsidRPr="00D672DB" w:rsidRDefault="00E66F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1A7B26" w:rsidRPr="00D672DB" w:rsidRDefault="00D672DB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820" w:type="pct"/>
            <w:vAlign w:val="center"/>
          </w:tcPr>
          <w:p w:rsidR="00E66F6E" w:rsidRPr="00D672DB" w:rsidRDefault="00D672DB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دکتر دهقانی</w:t>
            </w:r>
          </w:p>
        </w:tc>
        <w:tc>
          <w:tcPr>
            <w:tcW w:w="637" w:type="pct"/>
            <w:vAlign w:val="center"/>
          </w:tcPr>
          <w:p w:rsidR="00E66F6E" w:rsidRPr="00D672DB" w:rsidRDefault="00A921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55" w:type="pct"/>
            <w:vAlign w:val="center"/>
          </w:tcPr>
          <w:p w:rsidR="00E66F6E" w:rsidRPr="00D672DB" w:rsidRDefault="00D672DB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E66F6E" w:rsidRPr="00D672DB" w:rsidTr="001A7B26">
        <w:trPr>
          <w:jc w:val="right"/>
        </w:trPr>
        <w:tc>
          <w:tcPr>
            <w:tcW w:w="996" w:type="pct"/>
            <w:vAlign w:val="center"/>
          </w:tcPr>
          <w:p w:rsidR="00E66F6E" w:rsidRPr="00D672DB" w:rsidRDefault="00E66F6E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انديشه اسلامي2(برادران)</w:t>
            </w:r>
          </w:p>
          <w:p w:rsidR="003A7122" w:rsidRPr="00D672DB" w:rsidRDefault="003A71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28" w:type="pct"/>
            <w:vAlign w:val="center"/>
          </w:tcPr>
          <w:p w:rsidR="00E66F6E" w:rsidRPr="00D672DB" w:rsidRDefault="00E66F6E" w:rsidP="00732B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</w:p>
        </w:tc>
        <w:tc>
          <w:tcPr>
            <w:tcW w:w="410" w:type="pct"/>
          </w:tcPr>
          <w:p w:rsidR="00A37913" w:rsidRPr="00D672DB" w:rsidRDefault="00A37913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E66F6E" w:rsidRPr="00D672DB" w:rsidRDefault="00A37913" w:rsidP="00A37913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4" w:type="pct"/>
            <w:vAlign w:val="center"/>
          </w:tcPr>
          <w:p w:rsidR="00E66F6E" w:rsidRPr="00D672DB" w:rsidRDefault="00D672DB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36</w:t>
            </w:r>
          </w:p>
          <w:p w:rsidR="001A7B26" w:rsidRPr="00D672DB" w:rsidRDefault="001A7B2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0" w:type="pct"/>
            <w:vAlign w:val="center"/>
          </w:tcPr>
          <w:p w:rsidR="00E66F6E" w:rsidRPr="00D672DB" w:rsidRDefault="00D672D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دکتر دهقانی</w:t>
            </w:r>
          </w:p>
        </w:tc>
        <w:tc>
          <w:tcPr>
            <w:tcW w:w="637" w:type="pct"/>
            <w:vAlign w:val="center"/>
          </w:tcPr>
          <w:p w:rsidR="00E66F6E" w:rsidRPr="00D672DB" w:rsidRDefault="00A921DF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10-8</w:t>
            </w:r>
          </w:p>
        </w:tc>
        <w:tc>
          <w:tcPr>
            <w:tcW w:w="955" w:type="pct"/>
            <w:vAlign w:val="center"/>
          </w:tcPr>
          <w:p w:rsidR="00E66F6E" w:rsidRPr="00D672DB" w:rsidRDefault="00D672D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  <w:tr w:rsidR="001A7B26" w:rsidRPr="00D672DB" w:rsidTr="001A7B26">
        <w:trPr>
          <w:jc w:val="right"/>
        </w:trPr>
        <w:tc>
          <w:tcPr>
            <w:tcW w:w="996" w:type="pct"/>
            <w:vAlign w:val="center"/>
          </w:tcPr>
          <w:p w:rsidR="001A7B26" w:rsidRPr="00D672DB" w:rsidRDefault="001A7B2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زبان عمومي</w:t>
            </w:r>
          </w:p>
        </w:tc>
        <w:tc>
          <w:tcPr>
            <w:tcW w:w="728" w:type="pct"/>
            <w:vAlign w:val="center"/>
          </w:tcPr>
          <w:p w:rsidR="001A7B26" w:rsidRPr="00D672DB" w:rsidRDefault="001A7B2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جغرافيا</w:t>
            </w:r>
            <w:r w:rsidR="003A7122" w:rsidRPr="00D672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410" w:type="pct"/>
          </w:tcPr>
          <w:p w:rsidR="003A7122" w:rsidRPr="00D672DB" w:rsidRDefault="003A71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1A7B26" w:rsidRPr="00D672DB" w:rsidRDefault="003A7122" w:rsidP="003A7122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4" w:type="pct"/>
            <w:vAlign w:val="center"/>
          </w:tcPr>
          <w:p w:rsidR="001A7B26" w:rsidRPr="00C06721" w:rsidRDefault="00C06721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20" w:type="pct"/>
            <w:vAlign w:val="center"/>
          </w:tcPr>
          <w:p w:rsidR="001A7B26" w:rsidRPr="00D672DB" w:rsidRDefault="001A7B2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1A7B26" w:rsidRPr="00D672DB" w:rsidRDefault="00D672DB" w:rsidP="00CE6BE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sz w:val="28"/>
                <w:szCs w:val="28"/>
                <w:rtl/>
                <w:lang w:bidi="fa-IR"/>
              </w:rPr>
              <w:t>دکتر علنچری</w:t>
            </w:r>
          </w:p>
          <w:p w:rsidR="003A7122" w:rsidRPr="00D672DB" w:rsidRDefault="003A7122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7" w:type="pct"/>
            <w:vAlign w:val="center"/>
          </w:tcPr>
          <w:p w:rsidR="001A7B26" w:rsidRPr="00D672DB" w:rsidRDefault="001A7B26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672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3-1</w:t>
            </w:r>
          </w:p>
        </w:tc>
        <w:tc>
          <w:tcPr>
            <w:tcW w:w="955" w:type="pct"/>
            <w:vAlign w:val="center"/>
          </w:tcPr>
          <w:p w:rsidR="001A7B26" w:rsidRPr="00D672DB" w:rsidRDefault="00D672DB" w:rsidP="00CE6BE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سالن خلیج فارس</w:t>
            </w:r>
          </w:p>
        </w:tc>
      </w:tr>
    </w:tbl>
    <w:p w:rsidR="009B11D4" w:rsidRPr="00D672DB" w:rsidRDefault="009B11D4" w:rsidP="009F7D21">
      <w:pPr>
        <w:jc w:val="lowKashida"/>
        <w:rPr>
          <w:rFonts w:cs="B Nazanin"/>
          <w:b/>
          <w:bCs/>
          <w:color w:val="808080"/>
          <w:sz w:val="28"/>
          <w:szCs w:val="28"/>
          <w:rtl/>
          <w:lang w:bidi="fa-IR"/>
        </w:rPr>
      </w:pPr>
    </w:p>
    <w:sectPr w:rsidR="009B11D4" w:rsidRPr="00D672DB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4C9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A7B26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A7122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644C9"/>
    <w:rsid w:val="005B1DDA"/>
    <w:rsid w:val="005D0155"/>
    <w:rsid w:val="005D5B10"/>
    <w:rsid w:val="00666091"/>
    <w:rsid w:val="00684FC7"/>
    <w:rsid w:val="006B0654"/>
    <w:rsid w:val="006B19C0"/>
    <w:rsid w:val="006B5F65"/>
    <w:rsid w:val="006E2DD4"/>
    <w:rsid w:val="00723CE1"/>
    <w:rsid w:val="007255CA"/>
    <w:rsid w:val="00732B81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C50C7"/>
    <w:rsid w:val="009F73D2"/>
    <w:rsid w:val="009F7D21"/>
    <w:rsid w:val="00A2185C"/>
    <w:rsid w:val="00A24801"/>
    <w:rsid w:val="00A37913"/>
    <w:rsid w:val="00A426B3"/>
    <w:rsid w:val="00A921DF"/>
    <w:rsid w:val="00AF1E06"/>
    <w:rsid w:val="00B16981"/>
    <w:rsid w:val="00B41A54"/>
    <w:rsid w:val="00B54670"/>
    <w:rsid w:val="00B723A4"/>
    <w:rsid w:val="00B9481F"/>
    <w:rsid w:val="00BE7C17"/>
    <w:rsid w:val="00C0326F"/>
    <w:rsid w:val="00C06721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672DB"/>
    <w:rsid w:val="00DC2E18"/>
    <w:rsid w:val="00DE256C"/>
    <w:rsid w:val="00E07303"/>
    <w:rsid w:val="00E07B63"/>
    <w:rsid w:val="00E14005"/>
    <w:rsid w:val="00E2288D"/>
    <w:rsid w:val="00E36593"/>
    <w:rsid w:val="00E66F6E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371698-533F-40E2-BFB4-F597A68C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9112.44277\1404.03.2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B3831-F661-44DF-ADD6-4E873111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1404.03.29</Template>
  <TotalTime>16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user</dc:creator>
  <cp:keywords/>
  <dc:description/>
  <cp:lastModifiedBy>user</cp:lastModifiedBy>
  <cp:revision>9</cp:revision>
  <cp:lastPrinted>2009-09-10T08:59:00Z</cp:lastPrinted>
  <dcterms:created xsi:type="dcterms:W3CDTF">2025-04-19T05:47:00Z</dcterms:created>
  <dcterms:modified xsi:type="dcterms:W3CDTF">2025-06-29T05:15:00Z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03-04</vt:lpwstr>
  </property>
  <property fmtid="{D5CDD505-2E9C-101B-9397-08002B2CF9AE}" pid="8" name="_Session_">
    <vt:lpwstr>دوره</vt:lpwstr>
  </property>
  <property fmtid="{D5CDD505-2E9C-101B-9397-08002B2CF9AE}" pid="9" name="_Date_">
    <vt:lpwstr>04/03/29</vt:lpwstr>
  </property>
  <property fmtid="{D5CDD505-2E9C-101B-9397-08002B2CF9AE}" pid="10" name="_Day_">
    <vt:lpwstr>پنجشنبه</vt:lpwstr>
  </property>
</Properties>
</file>